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08" w:tblpY="93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3544"/>
        <w:gridCol w:w="2977"/>
        <w:gridCol w:w="2126"/>
      </w:tblGrid>
      <w:tr w:rsidR="002146ED" w:rsidRPr="00FC1D27" w:rsidTr="00A24D00">
        <w:trPr>
          <w:trHeight w:hRule="exact" w:val="510"/>
        </w:trPr>
        <w:tc>
          <w:tcPr>
            <w:tcW w:w="10490" w:type="dxa"/>
            <w:gridSpan w:val="4"/>
            <w:vAlign w:val="center"/>
          </w:tcPr>
          <w:p w:rsidR="002146ED" w:rsidRPr="0048603C" w:rsidRDefault="002146ED" w:rsidP="00A24D00">
            <w:pPr>
              <w:tabs>
                <w:tab w:val="left" w:pos="1905"/>
              </w:tabs>
              <w:spacing w:line="400" w:lineRule="exact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hint="eastAsia"/>
                <w:b/>
                <w:sz w:val="24"/>
                <w:szCs w:val="24"/>
              </w:rPr>
              <w:t>项目报名申请表</w:t>
            </w:r>
          </w:p>
          <w:p w:rsidR="002146ED" w:rsidRPr="00FC1D27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2146ED" w:rsidRPr="008D323F" w:rsidTr="00A24D00">
        <w:trPr>
          <w:trHeight w:hRule="exact" w:val="510"/>
        </w:trPr>
        <w:tc>
          <w:tcPr>
            <w:tcW w:w="1843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宋体"/>
                <w:sz w:val="24"/>
                <w:szCs w:val="24"/>
              </w:rPr>
            </w:pPr>
            <w:r>
              <w:rPr>
                <w:rFonts w:ascii="Arial Narrow" w:hAnsi="宋体" w:hint="eastAsia"/>
                <w:sz w:val="24"/>
                <w:szCs w:val="24"/>
              </w:rPr>
              <w:t>姓名</w:t>
            </w:r>
          </w:p>
        </w:tc>
        <w:tc>
          <w:tcPr>
            <w:tcW w:w="3544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宋体"/>
                <w:sz w:val="24"/>
                <w:szCs w:val="24"/>
              </w:rPr>
            </w:pPr>
            <w:r w:rsidRPr="008D323F">
              <w:rPr>
                <w:rFonts w:ascii="Arial Narrow" w:hAnsi="宋体" w:hint="eastAsia"/>
                <w:sz w:val="24"/>
                <w:szCs w:val="24"/>
              </w:rPr>
              <w:t>性别</w:t>
            </w:r>
          </w:p>
        </w:tc>
        <w:tc>
          <w:tcPr>
            <w:tcW w:w="2126" w:type="dxa"/>
            <w:vAlign w:val="center"/>
          </w:tcPr>
          <w:p w:rsidR="002146ED" w:rsidRPr="008D323F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146ED" w:rsidRPr="008D323F" w:rsidTr="00A24D00">
        <w:trPr>
          <w:trHeight w:hRule="exact" w:val="510"/>
        </w:trPr>
        <w:tc>
          <w:tcPr>
            <w:tcW w:w="1843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宋体" w:hint="eastAsia"/>
                <w:sz w:val="24"/>
                <w:szCs w:val="24"/>
              </w:rPr>
              <w:t>专业</w:t>
            </w:r>
          </w:p>
        </w:tc>
        <w:tc>
          <w:tcPr>
            <w:tcW w:w="3544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8D323F">
              <w:rPr>
                <w:rFonts w:ascii="Arial Narrow" w:hAnsi="宋体" w:hint="eastAsia"/>
                <w:sz w:val="24"/>
                <w:szCs w:val="24"/>
              </w:rPr>
              <w:t>年级</w:t>
            </w:r>
          </w:p>
        </w:tc>
        <w:tc>
          <w:tcPr>
            <w:tcW w:w="2126" w:type="dxa"/>
            <w:vAlign w:val="center"/>
          </w:tcPr>
          <w:p w:rsidR="002146ED" w:rsidRPr="008D323F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146ED" w:rsidRPr="008D323F" w:rsidTr="00A24D00">
        <w:trPr>
          <w:trHeight w:hRule="exact" w:val="510"/>
        </w:trPr>
        <w:tc>
          <w:tcPr>
            <w:tcW w:w="1843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宋体" w:hint="eastAsia"/>
                <w:sz w:val="24"/>
                <w:szCs w:val="24"/>
              </w:rPr>
              <w:t>院、系</w:t>
            </w:r>
          </w:p>
        </w:tc>
        <w:tc>
          <w:tcPr>
            <w:tcW w:w="3544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hint="eastAsia"/>
                <w:sz w:val="24"/>
                <w:szCs w:val="24"/>
              </w:rPr>
              <w:t>手机</w:t>
            </w:r>
          </w:p>
        </w:tc>
        <w:tc>
          <w:tcPr>
            <w:tcW w:w="2126" w:type="dxa"/>
            <w:vAlign w:val="center"/>
          </w:tcPr>
          <w:p w:rsidR="002146ED" w:rsidRPr="008D323F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146ED" w:rsidRPr="008D323F" w:rsidTr="00A24D00">
        <w:trPr>
          <w:trHeight w:hRule="exact" w:val="510"/>
        </w:trPr>
        <w:tc>
          <w:tcPr>
            <w:tcW w:w="1843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hint="eastAsia"/>
                <w:sz w:val="24"/>
                <w:szCs w:val="24"/>
              </w:rPr>
              <w:t>邮箱</w:t>
            </w:r>
          </w:p>
        </w:tc>
        <w:tc>
          <w:tcPr>
            <w:tcW w:w="3544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hint="eastAsia"/>
                <w:sz w:val="24"/>
                <w:szCs w:val="24"/>
              </w:rPr>
              <w:t>紧急联系人电话</w:t>
            </w:r>
          </w:p>
        </w:tc>
        <w:tc>
          <w:tcPr>
            <w:tcW w:w="2126" w:type="dxa"/>
            <w:vAlign w:val="center"/>
          </w:tcPr>
          <w:p w:rsidR="002146ED" w:rsidRPr="008D323F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146ED" w:rsidRPr="008D323F" w:rsidTr="00A24D00">
        <w:trPr>
          <w:trHeight w:hRule="exact" w:val="510"/>
        </w:trPr>
        <w:tc>
          <w:tcPr>
            <w:tcW w:w="1843" w:type="dxa"/>
            <w:vAlign w:val="center"/>
          </w:tcPr>
          <w:p w:rsidR="002146ED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hint="eastAsia"/>
                <w:sz w:val="24"/>
                <w:szCs w:val="24"/>
              </w:rPr>
              <w:t>参加项目名称</w:t>
            </w:r>
          </w:p>
        </w:tc>
        <w:tc>
          <w:tcPr>
            <w:tcW w:w="3544" w:type="dxa"/>
            <w:vAlign w:val="center"/>
          </w:tcPr>
          <w:p w:rsidR="002146ED" w:rsidRPr="008D323F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2146ED" w:rsidRDefault="002146ED" w:rsidP="00A24D00">
            <w:pPr>
              <w:spacing w:line="40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hint="eastAsia"/>
                <w:sz w:val="24"/>
                <w:szCs w:val="24"/>
              </w:rPr>
              <w:t>国内院校</w:t>
            </w:r>
          </w:p>
        </w:tc>
        <w:tc>
          <w:tcPr>
            <w:tcW w:w="2126" w:type="dxa"/>
            <w:vAlign w:val="center"/>
          </w:tcPr>
          <w:p w:rsidR="002146ED" w:rsidRPr="008D323F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146ED" w:rsidRPr="008D323F" w:rsidTr="00A24D00">
        <w:trPr>
          <w:trHeight w:hRule="exact" w:val="510"/>
        </w:trPr>
        <w:tc>
          <w:tcPr>
            <w:tcW w:w="10490" w:type="dxa"/>
            <w:gridSpan w:val="4"/>
            <w:vAlign w:val="center"/>
          </w:tcPr>
          <w:p w:rsidR="002146ED" w:rsidRPr="00865007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hint="eastAsia"/>
                <w:sz w:val="24"/>
                <w:szCs w:val="24"/>
              </w:rPr>
              <w:t>此项目是校内项目，你有何行动公益传播此项目：</w:t>
            </w:r>
          </w:p>
        </w:tc>
      </w:tr>
      <w:tr w:rsidR="002146ED" w:rsidRPr="008D323F" w:rsidTr="00A24D00">
        <w:trPr>
          <w:trHeight w:hRule="exact" w:val="641"/>
        </w:trPr>
        <w:tc>
          <w:tcPr>
            <w:tcW w:w="10490" w:type="dxa"/>
            <w:gridSpan w:val="4"/>
            <w:vAlign w:val="center"/>
          </w:tcPr>
          <w:p w:rsidR="002146ED" w:rsidRPr="008D323F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  <w:r w:rsidRPr="008D323F">
              <w:rPr>
                <w:rFonts w:ascii="Arial Narrow" w:hAnsi="宋体" w:hint="eastAsia"/>
                <w:sz w:val="24"/>
                <w:szCs w:val="24"/>
              </w:rPr>
              <w:t>何种途径获取</w:t>
            </w:r>
            <w:r>
              <w:rPr>
                <w:rFonts w:ascii="Arial Narrow" w:hAnsi="宋体" w:hint="eastAsia"/>
                <w:sz w:val="24"/>
                <w:szCs w:val="24"/>
              </w:rPr>
              <w:t>项目</w:t>
            </w:r>
            <w:r w:rsidRPr="008D323F">
              <w:rPr>
                <w:rFonts w:ascii="Arial Narrow" w:hAnsi="宋体" w:hint="eastAsia"/>
                <w:sz w:val="24"/>
                <w:szCs w:val="24"/>
              </w:rPr>
              <w:t>宣讲信息？</w:t>
            </w:r>
            <w:r>
              <w:rPr>
                <w:rFonts w:ascii="Arial Narrow" w:hAnsi="宋体" w:hint="eastAsia"/>
                <w:sz w:val="24"/>
                <w:szCs w:val="24"/>
              </w:rPr>
              <w:t>请文字说明：</w:t>
            </w:r>
          </w:p>
        </w:tc>
      </w:tr>
      <w:tr w:rsidR="002146ED" w:rsidRPr="008D323F" w:rsidTr="00A24D00">
        <w:trPr>
          <w:trHeight w:hRule="exact" w:val="1713"/>
        </w:trPr>
        <w:tc>
          <w:tcPr>
            <w:tcW w:w="10490" w:type="dxa"/>
            <w:gridSpan w:val="4"/>
            <w:vAlign w:val="center"/>
          </w:tcPr>
          <w:p w:rsidR="002146ED" w:rsidRPr="00A560BA" w:rsidRDefault="002146ED" w:rsidP="00A24D00">
            <w:pPr>
              <w:spacing w:line="400" w:lineRule="exact"/>
              <w:jc w:val="left"/>
              <w:rPr>
                <w:rFonts w:ascii="Arial Narrow" w:hAnsi="Arial Narrow"/>
                <w:b/>
                <w:sz w:val="24"/>
                <w:szCs w:val="24"/>
              </w:rPr>
            </w:pPr>
            <w:r w:rsidRPr="00A560BA">
              <w:rPr>
                <w:rFonts w:ascii="Arial Narrow" w:hAnsi="宋体" w:hint="eastAsia"/>
                <w:b/>
                <w:sz w:val="24"/>
                <w:szCs w:val="24"/>
              </w:rPr>
              <w:t>语言成绩</w:t>
            </w:r>
          </w:p>
          <w:p w:rsidR="002146ED" w:rsidRPr="008D323F" w:rsidRDefault="002146ED" w:rsidP="00A24D00">
            <w:pPr>
              <w:spacing w:line="400" w:lineRule="exact"/>
              <w:rPr>
                <w:rFonts w:ascii="Arial Narrow" w:hAnsi="宋体"/>
                <w:sz w:val="24"/>
                <w:szCs w:val="24"/>
              </w:rPr>
            </w:pP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有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  </w:t>
            </w:r>
            <w:r w:rsidRPr="008D323F">
              <w:rPr>
                <w:rFonts w:ascii="Arial Narrow" w:hAnsi="Arial Narrow"/>
                <w:sz w:val="24"/>
                <w:szCs w:val="24"/>
              </w:rPr>
              <w:t>TOEFL</w:t>
            </w:r>
            <w:r w:rsidRPr="008D323F">
              <w:rPr>
                <w:rFonts w:ascii="Arial Narrow" w:hAnsi="宋体" w:hint="eastAsia"/>
                <w:sz w:val="24"/>
                <w:szCs w:val="24"/>
              </w:rPr>
              <w:t>：</w:t>
            </w:r>
            <w:r>
              <w:rPr>
                <w:rFonts w:ascii="Arial Narrow" w:hAnsi="Arial Narrow" w:cs="Arial"/>
                <w:sz w:val="24"/>
                <w:szCs w:val="24"/>
              </w:rPr>
              <w:t>_______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8D323F">
              <w:rPr>
                <w:rFonts w:ascii="Arial Narrow" w:hAnsi="Arial Narrow"/>
                <w:sz w:val="24"/>
                <w:szCs w:val="24"/>
              </w:rPr>
              <w:t>IELTS</w:t>
            </w:r>
            <w:r w:rsidRPr="008D323F">
              <w:rPr>
                <w:rFonts w:ascii="Arial Narrow" w:hAnsi="宋体" w:hint="eastAsia"/>
                <w:sz w:val="24"/>
                <w:szCs w:val="24"/>
              </w:rPr>
              <w:t>：</w:t>
            </w:r>
            <w:r>
              <w:rPr>
                <w:rFonts w:ascii="Arial Narrow" w:hAnsi="Arial Narrow" w:cs="Arial"/>
                <w:sz w:val="24"/>
                <w:szCs w:val="24"/>
              </w:rPr>
              <w:t>_______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8D323F">
              <w:rPr>
                <w:rFonts w:ascii="Arial Narrow" w:hAnsi="Arial Narrow"/>
                <w:sz w:val="24"/>
                <w:szCs w:val="24"/>
              </w:rPr>
              <w:t>CET4</w:t>
            </w:r>
            <w:r w:rsidRPr="008D323F">
              <w:rPr>
                <w:rFonts w:ascii="Arial Narrow" w:hAnsi="宋体" w:hint="eastAsia"/>
                <w:sz w:val="24"/>
                <w:szCs w:val="24"/>
              </w:rPr>
              <w:t>：</w:t>
            </w:r>
            <w:r w:rsidRPr="008D323F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_______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8D323F">
              <w:rPr>
                <w:rFonts w:ascii="Arial Narrow" w:hAnsi="Arial Narrow"/>
                <w:sz w:val="24"/>
                <w:szCs w:val="24"/>
              </w:rPr>
              <w:t>CET6</w:t>
            </w:r>
            <w:r w:rsidRPr="008D323F">
              <w:rPr>
                <w:rFonts w:ascii="Arial Narrow" w:hAnsi="宋体" w:hint="eastAsia"/>
                <w:sz w:val="24"/>
                <w:szCs w:val="24"/>
              </w:rPr>
              <w:t>：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_______ </w:t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其他：</w:t>
            </w:r>
            <w:r>
              <w:rPr>
                <w:rFonts w:ascii="Arial Narrow" w:hAnsi="Arial Narrow" w:cs="Arial"/>
                <w:sz w:val="24"/>
                <w:szCs w:val="24"/>
              </w:rPr>
              <w:t>_______</w:t>
            </w:r>
          </w:p>
          <w:p w:rsidR="002146ED" w:rsidRDefault="002146ED" w:rsidP="00A24D00">
            <w:pPr>
              <w:spacing w:line="400" w:lineRule="exact"/>
              <w:rPr>
                <w:rFonts w:ascii="Arial Narrow" w:hAnsi="Arial Narrow" w:cs="Arial"/>
                <w:sz w:val="24"/>
                <w:szCs w:val="24"/>
              </w:rPr>
            </w:pP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已报考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语言考试类型及考试时间</w:t>
            </w:r>
            <w:r w:rsidRPr="008D323F">
              <w:rPr>
                <w:rFonts w:ascii="Arial Narrow" w:hAnsi="Arial Narrow" w:cs="Arial" w:hint="eastAsia"/>
                <w:sz w:val="24"/>
                <w:szCs w:val="24"/>
              </w:rPr>
              <w:t>：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>__________</w:t>
            </w:r>
            <w:r>
              <w:rPr>
                <w:rFonts w:ascii="Arial Narrow" w:hAnsi="Arial Narrow" w:cs="Arial"/>
                <w:sz w:val="24"/>
                <w:szCs w:val="24"/>
              </w:rPr>
              <w:t>_</w:t>
            </w:r>
          </w:p>
          <w:p w:rsidR="002146ED" w:rsidRPr="008D323F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GPA:____________</w:t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（满分</w:t>
            </w: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分）</w:t>
            </w:r>
          </w:p>
        </w:tc>
      </w:tr>
      <w:tr w:rsidR="002146ED" w:rsidRPr="008D323F" w:rsidTr="00A24D00">
        <w:trPr>
          <w:trHeight w:hRule="exact" w:val="485"/>
        </w:trPr>
        <w:tc>
          <w:tcPr>
            <w:tcW w:w="10490" w:type="dxa"/>
            <w:gridSpan w:val="4"/>
            <w:vAlign w:val="center"/>
          </w:tcPr>
          <w:p w:rsidR="002146ED" w:rsidRPr="00A560BA" w:rsidRDefault="002146ED" w:rsidP="00A24D00">
            <w:pPr>
              <w:spacing w:line="400" w:lineRule="exact"/>
              <w:jc w:val="center"/>
              <w:rPr>
                <w:rFonts w:ascii="Arial Narrow" w:hAnsi="宋体"/>
                <w:b/>
                <w:sz w:val="24"/>
                <w:szCs w:val="24"/>
              </w:rPr>
            </w:pPr>
            <w:r w:rsidRPr="00A560BA">
              <w:rPr>
                <w:rFonts w:ascii="Arial Narrow" w:hAnsi="宋体" w:hint="eastAsia"/>
                <w:b/>
                <w:sz w:val="24"/>
                <w:szCs w:val="24"/>
              </w:rPr>
              <w:t>项目信息</w:t>
            </w:r>
          </w:p>
        </w:tc>
      </w:tr>
      <w:tr w:rsidR="002146ED" w:rsidRPr="008D323F" w:rsidTr="00A24D00">
        <w:trPr>
          <w:trHeight w:hRule="exact" w:val="1711"/>
        </w:trPr>
        <w:tc>
          <w:tcPr>
            <w:tcW w:w="10490" w:type="dxa"/>
            <w:gridSpan w:val="4"/>
            <w:vAlign w:val="center"/>
          </w:tcPr>
          <w:p w:rsidR="002146ED" w:rsidRPr="00B849B2" w:rsidRDefault="002146ED" w:rsidP="00A24D00">
            <w:pPr>
              <w:spacing w:line="400" w:lineRule="exact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hint="eastAsia"/>
                <w:b/>
                <w:sz w:val="24"/>
                <w:szCs w:val="24"/>
              </w:rPr>
              <w:t>参加项目类型，选择后，请在“需要解答问题下面告知，参加哪个或哪几个项目申请”</w:t>
            </w:r>
          </w:p>
          <w:p w:rsidR="002146ED" w:rsidRDefault="002146ED" w:rsidP="00A24D00">
            <w:pPr>
              <w:spacing w:line="400" w:lineRule="exact"/>
              <w:rPr>
                <w:rFonts w:ascii="Arial Narrow" w:hAnsi="Arial Narrow" w:cs="Arial"/>
                <w:sz w:val="24"/>
                <w:szCs w:val="24"/>
              </w:rPr>
            </w:pP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宋体" w:hint="eastAsia"/>
                <w:sz w:val="24"/>
                <w:szCs w:val="24"/>
              </w:rPr>
              <w:t>加州大学伯克利分校学期</w:t>
            </w:r>
            <w:r>
              <w:rPr>
                <w:rFonts w:ascii="Arial Narrow" w:hAnsi="宋体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加州大学伯克利分校学期哈斯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宋体" w:cs="Arial" w:hint="eastAsia"/>
                <w:sz w:val="24"/>
                <w:szCs w:val="24"/>
              </w:rPr>
              <w:t>加州大学圣地亚哥分校学期</w:t>
            </w:r>
            <w:r w:rsidRPr="008D323F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加州大学圣地亚哥分校暑期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加州大学欧文分校暑期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      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阿德莱德大学语言</w:t>
            </w:r>
          </w:p>
          <w:p w:rsidR="002146ED" w:rsidRPr="005E7659" w:rsidRDefault="002146ED" w:rsidP="00A24D00">
            <w:pPr>
              <w:spacing w:line="400" w:lineRule="exact"/>
              <w:rPr>
                <w:rFonts w:ascii="Arial Narrow" w:hAnsi="Arial Narrow" w:cs="Arial"/>
                <w:sz w:val="24"/>
                <w:szCs w:val="24"/>
              </w:rPr>
            </w:pP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加州大学圣地亚哥分校语言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圣何塞州立大学学期项目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     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sym w:font="Wingdings" w:char="F0A8"/>
            </w:r>
            <w:r>
              <w:rPr>
                <w:rFonts w:ascii="Arial Narrow" w:hAnsi="Arial Narrow" w:cs="Arial" w:hint="eastAsia"/>
                <w:sz w:val="24"/>
                <w:szCs w:val="24"/>
              </w:rPr>
              <w:t>其他，请文字说明：</w:t>
            </w:r>
          </w:p>
          <w:p w:rsidR="002146ED" w:rsidRPr="005E7659" w:rsidRDefault="002146ED" w:rsidP="00A24D00">
            <w:pPr>
              <w:spacing w:line="400" w:lineRule="exact"/>
              <w:rPr>
                <w:rFonts w:ascii="Arial Narrow" w:hAnsi="Arial Narrow" w:cs="Arial"/>
                <w:sz w:val="24"/>
                <w:szCs w:val="24"/>
              </w:rPr>
            </w:pPr>
          </w:p>
          <w:p w:rsidR="002146ED" w:rsidRPr="00B960D8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 w:hint="eastAsia"/>
                <w:sz w:val="24"/>
                <w:szCs w:val="24"/>
              </w:rPr>
              <w:t>是否已有目标学校，如有，请列出：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>__________</w:t>
            </w:r>
            <w:r>
              <w:rPr>
                <w:rFonts w:ascii="Arial Narrow" w:hAnsi="Arial Narrow" w:cs="Arial"/>
                <w:sz w:val="24"/>
                <w:szCs w:val="24"/>
              </w:rPr>
              <w:t>_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>__________</w:t>
            </w:r>
            <w:r>
              <w:rPr>
                <w:rFonts w:ascii="Arial Narrow" w:hAnsi="Arial Narrow" w:cs="Arial"/>
                <w:sz w:val="24"/>
                <w:szCs w:val="24"/>
              </w:rPr>
              <w:t>_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>__________</w:t>
            </w:r>
            <w:r>
              <w:rPr>
                <w:rFonts w:ascii="Arial Narrow" w:hAnsi="Arial Narrow" w:cs="Arial"/>
                <w:sz w:val="24"/>
                <w:szCs w:val="24"/>
              </w:rPr>
              <w:t>_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>__________</w:t>
            </w:r>
            <w:r>
              <w:rPr>
                <w:rFonts w:ascii="Arial Narrow" w:hAnsi="Arial Narrow" w:cs="Arial"/>
                <w:sz w:val="24"/>
                <w:szCs w:val="24"/>
              </w:rPr>
              <w:t>_</w:t>
            </w:r>
            <w:r w:rsidRPr="008D323F">
              <w:rPr>
                <w:rFonts w:ascii="Arial Narrow" w:hAnsi="Arial Narrow" w:cs="Arial"/>
                <w:sz w:val="24"/>
                <w:szCs w:val="24"/>
              </w:rPr>
              <w:t>__________</w:t>
            </w:r>
            <w:r>
              <w:rPr>
                <w:rFonts w:ascii="Arial Narrow" w:hAnsi="Arial Narrow" w:cs="Arial"/>
                <w:sz w:val="24"/>
                <w:szCs w:val="24"/>
              </w:rPr>
              <w:t>_________</w:t>
            </w:r>
          </w:p>
        </w:tc>
      </w:tr>
      <w:tr w:rsidR="002146ED" w:rsidRPr="008D323F" w:rsidTr="00A24D00">
        <w:trPr>
          <w:trHeight w:val="6510"/>
        </w:trPr>
        <w:tc>
          <w:tcPr>
            <w:tcW w:w="10490" w:type="dxa"/>
            <w:gridSpan w:val="4"/>
            <w:vAlign w:val="center"/>
          </w:tcPr>
          <w:p w:rsidR="002146ED" w:rsidRPr="00FC1D27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宋体" w:hint="eastAsia"/>
                <w:b/>
                <w:sz w:val="24"/>
                <w:szCs w:val="24"/>
              </w:rPr>
              <w:t>需要解答</w:t>
            </w:r>
            <w:r w:rsidRPr="00FC1D27">
              <w:rPr>
                <w:rFonts w:ascii="Arial Narrow" w:hAnsi="宋体" w:hint="eastAsia"/>
                <w:b/>
                <w:sz w:val="24"/>
                <w:szCs w:val="24"/>
              </w:rPr>
              <w:t>问题</w:t>
            </w:r>
            <w:r>
              <w:rPr>
                <w:rFonts w:ascii="Arial Narrow" w:hAnsi="宋体" w:hint="eastAsia"/>
                <w:b/>
                <w:sz w:val="24"/>
                <w:szCs w:val="24"/>
              </w:rPr>
              <w:t>汇总</w:t>
            </w:r>
            <w:r w:rsidRPr="00FC1D27">
              <w:rPr>
                <w:rFonts w:ascii="Arial Narrow" w:hAnsi="宋体" w:hint="eastAsia"/>
                <w:b/>
                <w:sz w:val="24"/>
                <w:szCs w:val="24"/>
              </w:rPr>
              <w:t>：</w:t>
            </w:r>
          </w:p>
          <w:p w:rsidR="002146ED" w:rsidRPr="008D323F" w:rsidRDefault="002146ED" w:rsidP="00A24D00">
            <w:pPr>
              <w:spacing w:line="400" w:lineRule="exact"/>
              <w:rPr>
                <w:rFonts w:ascii="Arial Narrow" w:hAnsi="Arial Narrow"/>
                <w:sz w:val="24"/>
                <w:szCs w:val="24"/>
              </w:rPr>
            </w:pPr>
          </w:p>
          <w:p w:rsidR="002146ED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hint="eastAsia"/>
                <w:b/>
                <w:sz w:val="24"/>
                <w:szCs w:val="24"/>
              </w:rPr>
              <w:t>申请项目名称：</w:t>
            </w:r>
          </w:p>
          <w:p w:rsidR="002146ED" w:rsidRPr="00717C22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146ED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hint="eastAsia"/>
                <w:b/>
                <w:sz w:val="24"/>
                <w:szCs w:val="24"/>
              </w:rPr>
              <w:t>问题</w:t>
            </w: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>
              <w:rPr>
                <w:rFonts w:ascii="Arial Narrow" w:hAnsi="Arial Narrow" w:hint="eastAsia"/>
                <w:b/>
                <w:sz w:val="24"/>
                <w:szCs w:val="24"/>
              </w:rPr>
              <w:t>：</w:t>
            </w:r>
          </w:p>
          <w:p w:rsidR="002146ED" w:rsidRPr="00A24D00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146ED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hint="eastAsia"/>
                <w:b/>
                <w:sz w:val="24"/>
                <w:szCs w:val="24"/>
              </w:rPr>
              <w:t>问题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  <w:r>
              <w:rPr>
                <w:rFonts w:ascii="Arial Narrow" w:hAnsi="Arial Narrow" w:hint="eastAsia"/>
                <w:b/>
                <w:sz w:val="24"/>
                <w:szCs w:val="24"/>
              </w:rPr>
              <w:t>：</w:t>
            </w:r>
          </w:p>
          <w:p w:rsidR="002146ED" w:rsidRPr="00A24D00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146ED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hint="eastAsia"/>
                <w:b/>
                <w:sz w:val="24"/>
                <w:szCs w:val="24"/>
              </w:rPr>
              <w:t>问题</w:t>
            </w:r>
            <w:r>
              <w:rPr>
                <w:rFonts w:ascii="Arial Narrow" w:hAnsi="Arial Narrow"/>
                <w:b/>
                <w:sz w:val="24"/>
                <w:szCs w:val="24"/>
              </w:rPr>
              <w:t>3</w:t>
            </w:r>
            <w:r>
              <w:rPr>
                <w:rFonts w:ascii="Arial Narrow" w:hAnsi="Arial Narrow" w:hint="eastAsia"/>
                <w:b/>
                <w:sz w:val="24"/>
                <w:szCs w:val="24"/>
              </w:rPr>
              <w:t>：</w:t>
            </w:r>
          </w:p>
          <w:p w:rsidR="002146ED" w:rsidRPr="00A24D00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146ED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More…</w:t>
            </w:r>
          </w:p>
          <w:p w:rsidR="002146ED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146ED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146ED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146ED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146ED" w:rsidRPr="008D323F" w:rsidRDefault="002146ED" w:rsidP="00A24D00">
            <w:pPr>
              <w:spacing w:line="400" w:lineRule="exac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hint="eastAsia"/>
                <w:b/>
                <w:sz w:val="24"/>
                <w:szCs w:val="24"/>
              </w:rPr>
              <w:t>远学教育官方平台：</w:t>
            </w:r>
            <w:r>
              <w:rPr>
                <w:rFonts w:ascii="Arial Narrow" w:hAnsi="Arial Narrow"/>
                <w:b/>
                <w:sz w:val="24"/>
                <w:szCs w:val="24"/>
              </w:rPr>
              <w:t>www.yuanxue.org</w:t>
            </w:r>
          </w:p>
        </w:tc>
      </w:tr>
    </w:tbl>
    <w:p w:rsidR="002146ED" w:rsidRPr="0048603C" w:rsidRDefault="002146ED" w:rsidP="00A24D00">
      <w:pPr>
        <w:spacing w:line="400" w:lineRule="exact"/>
        <w:rPr>
          <w:rFonts w:ascii="Arial Narrow" w:hAnsi="Arial Narrow"/>
          <w:b/>
          <w:sz w:val="24"/>
          <w:szCs w:val="24"/>
        </w:rPr>
      </w:pPr>
    </w:p>
    <w:sectPr w:rsidR="002146ED" w:rsidRPr="0048603C" w:rsidSect="008D323F">
      <w:pgSz w:w="11907" w:h="16839" w:code="9"/>
      <w:pgMar w:top="720" w:right="720" w:bottom="720" w:left="720" w:header="284" w:footer="283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6ED" w:rsidRDefault="002146ED" w:rsidP="00EF7B34">
      <w:r>
        <w:separator/>
      </w:r>
    </w:p>
  </w:endnote>
  <w:endnote w:type="continuationSeparator" w:id="0">
    <w:p w:rsidR="002146ED" w:rsidRDefault="002146ED" w:rsidP="00EF7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6ED" w:rsidRDefault="002146ED" w:rsidP="00EF7B34">
      <w:r>
        <w:separator/>
      </w:r>
    </w:p>
  </w:footnote>
  <w:footnote w:type="continuationSeparator" w:id="0">
    <w:p w:rsidR="002146ED" w:rsidRDefault="002146ED" w:rsidP="00EF7B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206"/>
    <w:rsid w:val="00001FFB"/>
    <w:rsid w:val="00030487"/>
    <w:rsid w:val="00033BC5"/>
    <w:rsid w:val="00035FE1"/>
    <w:rsid w:val="0003631D"/>
    <w:rsid w:val="00040BA9"/>
    <w:rsid w:val="00064DD3"/>
    <w:rsid w:val="00066F87"/>
    <w:rsid w:val="00074BDB"/>
    <w:rsid w:val="00085AF8"/>
    <w:rsid w:val="00086AF6"/>
    <w:rsid w:val="000B1AD2"/>
    <w:rsid w:val="000B3A04"/>
    <w:rsid w:val="000B44C9"/>
    <w:rsid w:val="000B7CF7"/>
    <w:rsid w:val="000C5C6C"/>
    <w:rsid w:val="000D3CF0"/>
    <w:rsid w:val="000F2460"/>
    <w:rsid w:val="001250ED"/>
    <w:rsid w:val="001B1D3B"/>
    <w:rsid w:val="001D37FB"/>
    <w:rsid w:val="001F07E8"/>
    <w:rsid w:val="001F1694"/>
    <w:rsid w:val="002146ED"/>
    <w:rsid w:val="00215E5B"/>
    <w:rsid w:val="00233E7C"/>
    <w:rsid w:val="002342A3"/>
    <w:rsid w:val="0023593F"/>
    <w:rsid w:val="00250E20"/>
    <w:rsid w:val="002730B7"/>
    <w:rsid w:val="00282206"/>
    <w:rsid w:val="002B2D97"/>
    <w:rsid w:val="002C2A58"/>
    <w:rsid w:val="002C6D2D"/>
    <w:rsid w:val="0033244F"/>
    <w:rsid w:val="00351C44"/>
    <w:rsid w:val="00377EE6"/>
    <w:rsid w:val="00386410"/>
    <w:rsid w:val="003A657A"/>
    <w:rsid w:val="003D615E"/>
    <w:rsid w:val="003E7E26"/>
    <w:rsid w:val="00411813"/>
    <w:rsid w:val="00450CB0"/>
    <w:rsid w:val="004575F0"/>
    <w:rsid w:val="00485719"/>
    <w:rsid w:val="0048603C"/>
    <w:rsid w:val="00490EB8"/>
    <w:rsid w:val="004D0C94"/>
    <w:rsid w:val="004D6334"/>
    <w:rsid w:val="004F13C3"/>
    <w:rsid w:val="004F6379"/>
    <w:rsid w:val="00510DB5"/>
    <w:rsid w:val="0052562C"/>
    <w:rsid w:val="005615B5"/>
    <w:rsid w:val="00565DC5"/>
    <w:rsid w:val="00585246"/>
    <w:rsid w:val="005B72E1"/>
    <w:rsid w:val="005D4969"/>
    <w:rsid w:val="005E7659"/>
    <w:rsid w:val="005F518D"/>
    <w:rsid w:val="00606544"/>
    <w:rsid w:val="00614421"/>
    <w:rsid w:val="006220CA"/>
    <w:rsid w:val="0062513F"/>
    <w:rsid w:val="006356BF"/>
    <w:rsid w:val="00643081"/>
    <w:rsid w:val="00644F41"/>
    <w:rsid w:val="00654D1A"/>
    <w:rsid w:val="00662639"/>
    <w:rsid w:val="00691CCA"/>
    <w:rsid w:val="006B56D6"/>
    <w:rsid w:val="006D100C"/>
    <w:rsid w:val="006E238E"/>
    <w:rsid w:val="006F63AF"/>
    <w:rsid w:val="007148B7"/>
    <w:rsid w:val="00717C22"/>
    <w:rsid w:val="0072689E"/>
    <w:rsid w:val="00726E7E"/>
    <w:rsid w:val="00733F63"/>
    <w:rsid w:val="00762960"/>
    <w:rsid w:val="007705D3"/>
    <w:rsid w:val="00787A95"/>
    <w:rsid w:val="00787FFE"/>
    <w:rsid w:val="007A3BB4"/>
    <w:rsid w:val="007B0070"/>
    <w:rsid w:val="007F6E46"/>
    <w:rsid w:val="008140F8"/>
    <w:rsid w:val="008469CD"/>
    <w:rsid w:val="00865007"/>
    <w:rsid w:val="008653C5"/>
    <w:rsid w:val="00875524"/>
    <w:rsid w:val="00884470"/>
    <w:rsid w:val="008A59DB"/>
    <w:rsid w:val="008C05DA"/>
    <w:rsid w:val="008D323F"/>
    <w:rsid w:val="008D7101"/>
    <w:rsid w:val="008E4DA6"/>
    <w:rsid w:val="008F77DE"/>
    <w:rsid w:val="00912C23"/>
    <w:rsid w:val="00927D84"/>
    <w:rsid w:val="00933C0F"/>
    <w:rsid w:val="00947494"/>
    <w:rsid w:val="0098167B"/>
    <w:rsid w:val="00986551"/>
    <w:rsid w:val="00991B70"/>
    <w:rsid w:val="009B1E4E"/>
    <w:rsid w:val="009B331A"/>
    <w:rsid w:val="009B3E2D"/>
    <w:rsid w:val="009E7028"/>
    <w:rsid w:val="00A24D00"/>
    <w:rsid w:val="00A50E7D"/>
    <w:rsid w:val="00A560BA"/>
    <w:rsid w:val="00A62CB8"/>
    <w:rsid w:val="00A832D8"/>
    <w:rsid w:val="00AC515B"/>
    <w:rsid w:val="00AF7928"/>
    <w:rsid w:val="00B2467E"/>
    <w:rsid w:val="00B774D7"/>
    <w:rsid w:val="00B849B2"/>
    <w:rsid w:val="00B960D8"/>
    <w:rsid w:val="00C023E7"/>
    <w:rsid w:val="00C2609D"/>
    <w:rsid w:val="00C337D7"/>
    <w:rsid w:val="00C63CE7"/>
    <w:rsid w:val="00CA0D0F"/>
    <w:rsid w:val="00CC2ACA"/>
    <w:rsid w:val="00CE59CB"/>
    <w:rsid w:val="00D378D3"/>
    <w:rsid w:val="00D77DF0"/>
    <w:rsid w:val="00D8614B"/>
    <w:rsid w:val="00D94873"/>
    <w:rsid w:val="00DA5EC9"/>
    <w:rsid w:val="00DF1C6D"/>
    <w:rsid w:val="00E12CF8"/>
    <w:rsid w:val="00E3079E"/>
    <w:rsid w:val="00E31575"/>
    <w:rsid w:val="00E77568"/>
    <w:rsid w:val="00E83877"/>
    <w:rsid w:val="00E84A83"/>
    <w:rsid w:val="00EF7B34"/>
    <w:rsid w:val="00F33D22"/>
    <w:rsid w:val="00F73C71"/>
    <w:rsid w:val="00F75803"/>
    <w:rsid w:val="00F76ECD"/>
    <w:rsid w:val="00FA1BC0"/>
    <w:rsid w:val="00FA649C"/>
    <w:rsid w:val="00FB534E"/>
    <w:rsid w:val="00FC1D27"/>
    <w:rsid w:val="00FD79DD"/>
    <w:rsid w:val="00FE0221"/>
    <w:rsid w:val="00FE0412"/>
    <w:rsid w:val="00FF3C82"/>
    <w:rsid w:val="00FF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070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C2A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2A58"/>
    <w:rPr>
      <w:rFonts w:cs="Times New Roman"/>
      <w:b/>
      <w:bCs/>
      <w:kern w:val="44"/>
      <w:sz w:val="44"/>
      <w:szCs w:val="44"/>
    </w:rPr>
  </w:style>
  <w:style w:type="paragraph" w:styleId="ListParagraph">
    <w:name w:val="List Paragraph"/>
    <w:basedOn w:val="Normal"/>
    <w:uiPriority w:val="99"/>
    <w:qFormat/>
    <w:rsid w:val="007B0070"/>
    <w:pPr>
      <w:ind w:firstLineChars="200" w:firstLine="420"/>
    </w:pPr>
  </w:style>
  <w:style w:type="table" w:styleId="TableGrid">
    <w:name w:val="Table Grid"/>
    <w:basedOn w:val="TableNormal"/>
    <w:uiPriority w:val="99"/>
    <w:rsid w:val="0028220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EF7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7B34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635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356BF"/>
    <w:rPr>
      <w:rFonts w:cs="Times New Roman"/>
      <w:kern w:val="2"/>
      <w:sz w:val="18"/>
      <w:szCs w:val="18"/>
    </w:rPr>
  </w:style>
  <w:style w:type="paragraph" w:customStyle="1" w:styleId="1">
    <w:name w:val="样式1"/>
    <w:basedOn w:val="Footer"/>
    <w:link w:val="1Char"/>
    <w:uiPriority w:val="99"/>
    <w:rsid w:val="006356BF"/>
  </w:style>
  <w:style w:type="character" w:styleId="Strong">
    <w:name w:val="Strong"/>
    <w:basedOn w:val="DefaultParagraphFont"/>
    <w:uiPriority w:val="99"/>
    <w:qFormat/>
    <w:rsid w:val="002C2A58"/>
    <w:rPr>
      <w:rFonts w:cs="Times New Roman"/>
      <w:b/>
      <w:bCs/>
    </w:rPr>
  </w:style>
  <w:style w:type="character" w:customStyle="1" w:styleId="1Char">
    <w:name w:val="样式1 Char"/>
    <w:basedOn w:val="FooterChar"/>
    <w:link w:val="1"/>
    <w:uiPriority w:val="99"/>
    <w:locked/>
    <w:rsid w:val="006356BF"/>
  </w:style>
  <w:style w:type="paragraph" w:styleId="Quote">
    <w:name w:val="Quote"/>
    <w:basedOn w:val="Normal"/>
    <w:next w:val="Normal"/>
    <w:link w:val="QuoteChar"/>
    <w:uiPriority w:val="99"/>
    <w:qFormat/>
    <w:rsid w:val="002C2A58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2C2A58"/>
    <w:rPr>
      <w:rFonts w:cs="Times New Roman"/>
      <w:i/>
      <w:iCs/>
      <w:color w:val="000000"/>
      <w:kern w:val="2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C2A5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C2A58"/>
    <w:rPr>
      <w:rFonts w:cs="Times New Roman"/>
      <w:b/>
      <w:bCs/>
      <w:i/>
      <w:iCs/>
      <w:color w:val="4F81BD"/>
      <w:kern w:val="2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2C2A58"/>
    <w:rPr>
      <w:rFonts w:cs="Times New Roman"/>
      <w:smallCaps/>
      <w:color w:val="C0504D"/>
      <w:u w:val="single"/>
    </w:rPr>
  </w:style>
  <w:style w:type="character" w:styleId="BookTitle">
    <w:name w:val="Book Title"/>
    <w:basedOn w:val="DefaultParagraphFont"/>
    <w:uiPriority w:val="99"/>
    <w:qFormat/>
    <w:rsid w:val="002C2A58"/>
    <w:rPr>
      <w:rFonts w:cs="Times New Roman"/>
      <w:b/>
      <w:bCs/>
      <w:smallCaps/>
      <w:spacing w:val="5"/>
    </w:rPr>
  </w:style>
  <w:style w:type="paragraph" w:styleId="NoSpacing">
    <w:name w:val="No Spacing"/>
    <w:uiPriority w:val="99"/>
    <w:qFormat/>
    <w:rsid w:val="002C2A58"/>
    <w:pPr>
      <w:widowControl w:val="0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0B7C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7CF7"/>
    <w:rPr>
      <w:rFonts w:cs="Times New Roman"/>
      <w:kern w:val="2"/>
      <w:sz w:val="18"/>
      <w:szCs w:val="18"/>
    </w:rPr>
  </w:style>
  <w:style w:type="character" w:styleId="Hyperlink">
    <w:name w:val="Hyperlink"/>
    <w:basedOn w:val="DefaultParagraphFont"/>
    <w:uiPriority w:val="99"/>
    <w:rsid w:val="000B7CF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2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89</Words>
  <Characters>513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dcterms:created xsi:type="dcterms:W3CDTF">2017-04-21T09:52:00Z</dcterms:created>
  <dcterms:modified xsi:type="dcterms:W3CDTF">2017-10-20T01:56:00Z</dcterms:modified>
</cp:coreProperties>
</file>